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2F" w:rsidRPr="009C0F0E" w:rsidRDefault="00BE04FD" w:rsidP="00AC0FBD">
      <w:pPr>
        <w:autoSpaceDE w:val="0"/>
        <w:autoSpaceDN w:val="0"/>
      </w:pPr>
      <w:r>
        <w:rPr>
          <w:rFonts w:hint="eastAsia"/>
        </w:rPr>
        <w:t>ｈ</w:t>
      </w:r>
      <w:bookmarkStart w:id="0" w:name="_GoBack"/>
      <w:bookmarkEnd w:id="0"/>
      <w:r w:rsidR="00E1034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487045</wp:posOffset>
            </wp:positionH>
            <wp:positionV relativeFrom="page">
              <wp:posOffset>633730</wp:posOffset>
            </wp:positionV>
            <wp:extent cx="1412442" cy="1405080"/>
            <wp:effectExtent l="0" t="0" r="0" b="5080"/>
            <wp:wrapNone/>
            <wp:docPr id="8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442" cy="140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F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-144045</wp:posOffset>
                </wp:positionH>
                <wp:positionV relativeFrom="paragraph">
                  <wp:posOffset>2988250</wp:posOffset>
                </wp:positionV>
                <wp:extent cx="360000" cy="1296000"/>
                <wp:effectExtent l="0" t="0" r="2540" b="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sz w:val="18"/>
                              </w:rPr>
                              <w:t>Tel: 0144-xx-xxxx</w:t>
                            </w:r>
                          </w:p>
                          <w:p w:rsidR="009C0F0E" w:rsidRP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 w:rsidRPr="009C0F0E">
                              <w:rPr>
                                <w:rFonts w:ascii="HG正楷書体-PRO" w:eastAsia="HG正楷書体-PRO"/>
                                <w:spacing w:val="49"/>
                                <w:sz w:val="18"/>
                                <w:fitText w:val="2040" w:id="1273661696"/>
                              </w:rPr>
                              <w:t>test.jikkyo.co.j</w:t>
                            </w:r>
                            <w:r w:rsidRPr="009C0F0E">
                              <w:rPr>
                                <w:rFonts w:ascii="HG正楷書体-PRO" w:eastAsia="HG正楷書体-PRO"/>
                                <w:spacing w:val="9"/>
                                <w:sz w:val="18"/>
                                <w:fitText w:val="2040" w:id="127366169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-11.35pt;margin-top:235.3pt;width:28.35pt;height:10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" filled="f" stroked="f" strokeweight=".5pt">
                <v:textbox style="layout-flow:vertical-ideographic" inset="0,0,0,0">
                  <w:txbxContent>
                    <w:p w:rsid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/>
                          <w:sz w:val="18"/>
                        </w:rPr>
                        <w:t>Tel: 0144-xx-xxxx</w:t>
                      </w:r>
                    </w:p>
                    <w:p w:rsidR="009C0F0E" w:rsidRP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 w:rsidRPr="009C0F0E">
                        <w:rPr>
                          <w:rFonts w:ascii="HG正楷書体-PRO" w:eastAsia="HG正楷書体-PRO"/>
                          <w:spacing w:val="49"/>
                          <w:sz w:val="18"/>
                          <w:fitText w:val="2040" w:id="1273661696"/>
                        </w:rPr>
                        <w:t>test.jikkyo.co.j</w:t>
                      </w:r>
                      <w:r w:rsidRPr="009C0F0E">
                        <w:rPr>
                          <w:rFonts w:ascii="HG正楷書体-PRO" w:eastAsia="HG正楷書体-PRO"/>
                          <w:spacing w:val="9"/>
                          <w:sz w:val="18"/>
                          <w:fitText w:val="2040" w:id="127366169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179955</wp:posOffset>
                </wp:positionH>
                <wp:positionV relativeFrom="paragraph">
                  <wp:posOffset>2412250</wp:posOffset>
                </wp:positionV>
                <wp:extent cx="403200" cy="18288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P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金田　金太郎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14.15pt;margin-top:189.95pt;width:31.7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" filled="f" stroked="f" strokeweight=".5pt">
                <v:textbox style="layout-flow:vertical-ideographic" inset="0,0,0,0">
                  <w:txbxContent>
                    <w:p w:rsidR="009C0F0E" w:rsidRP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金田　金太郎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561555</wp:posOffset>
                </wp:positionH>
                <wp:positionV relativeFrom="paragraph">
                  <wp:posOffset>2077450</wp:posOffset>
                </wp:positionV>
                <wp:extent cx="346680" cy="2156400"/>
                <wp:effectExtent l="0" t="0" r="0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80" cy="215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Default="009C0F0E" w:rsidP="009C0F0E">
                            <w:pPr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北海道苫小牧市美薗町一二-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三四</w:t>
                            </w:r>
                          </w:p>
                          <w:p w:rsidR="009C0F0E" w:rsidRPr="009C0F0E" w:rsidRDefault="009C0F0E" w:rsidP="009C0F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44.2pt;margin-top:163.6pt;width:27.3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" filled="f" stroked="f" strokeweight=".5pt">
                <v:textbox style="layout-flow:vertical-ideographic" inset="0,0,0,0">
                  <w:txbxContent>
                    <w:p w:rsidR="009C0F0E" w:rsidRDefault="009C0F0E" w:rsidP="009C0F0E">
                      <w:pPr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北海道苫小牧市美薗町一二-</w:t>
                      </w: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三四</w:t>
                      </w:r>
                    </w:p>
                    <w:p w:rsidR="009C0F0E" w:rsidRPr="009C0F0E" w:rsidRDefault="009C0F0E" w:rsidP="009C0F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143955</wp:posOffset>
                </wp:positionH>
                <wp:positionV relativeFrom="paragraph">
                  <wp:posOffset>1883050</wp:posOffset>
                </wp:positionV>
                <wp:extent cx="745200" cy="144000"/>
                <wp:effectExtent l="0" t="0" r="0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2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Pr="009C0F0E" w:rsidRDefault="009C0F0E" w:rsidP="009C0F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〒053-0041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11.35pt;margin-top:148.25pt;width:58.7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" filled="f" stroked="f" strokeweight=".5pt">
                <v:textbox inset="0,0,0,0">
                  <w:txbxContent>
                    <w:p w:rsidR="009C0F0E" w:rsidRPr="009C0F0E" w:rsidRDefault="009C0F0E" w:rsidP="009C0F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〒053-0041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1130355</wp:posOffset>
                </wp:positionH>
                <wp:positionV relativeFrom="paragraph">
                  <wp:posOffset>1523050</wp:posOffset>
                </wp:positionV>
                <wp:extent cx="911160" cy="2629080"/>
                <wp:effectExtent l="0" t="0" r="3810" b="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60" cy="262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10346" w:rsidRDefault="00E10346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旧年中は大変お世話になりました。</w:t>
                            </w:r>
                          </w:p>
                          <w:p w:rsidR="009C0F0E" w:rsidRDefault="00E10346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本年も何卒宜しくお願い申し上げます。</w:t>
                            </w:r>
                          </w:p>
                          <w:p w:rsidR="00E10346" w:rsidRPr="00E10346" w:rsidRDefault="00E10346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平成二九年一月一日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89pt;margin-top:119.95pt;width:71.7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" filled="f" stroked="f" strokeweight=".5pt">
                <v:textbox style="layout-flow:vertical-ideographic" inset="0,0,0,0">
                  <w:txbxContent>
                    <w:p w:rsidR="00E10346" w:rsidRDefault="00E10346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旧年中は大変お世話になりました。</w:t>
                      </w:r>
                    </w:p>
                    <w:p w:rsidR="009C0F0E" w:rsidRDefault="00E10346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本年も何卒宜しくお願い申し上げます。</w:t>
                      </w:r>
                    </w:p>
                    <w:p w:rsidR="00E10346" w:rsidRPr="00E10346" w:rsidRDefault="00E10346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平成二九年一月一日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694055</wp:posOffset>
            </wp:positionV>
            <wp:extent cx="840240" cy="2134181"/>
            <wp:effectExtent l="0" t="0" r="0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134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F0E">
        <w:rPr>
          <w:noProof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446405</wp:posOffset>
            </wp:positionH>
            <wp:positionV relativeFrom="page">
              <wp:posOffset>842010</wp:posOffset>
            </wp:positionV>
            <wp:extent cx="1494000" cy="988583"/>
            <wp:effectExtent l="0" t="0" r="0" b="2540"/>
            <wp:wrapNone/>
            <wp:docPr id="1" name="図 1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000" cy="988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742F" w:rsidRPr="009C0F0E" w:rsidSect="0046593E">
      <w:pgSz w:w="5670" w:h="8420" w:code="43"/>
      <w:pgMar w:top="851" w:right="567" w:bottom="851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0E"/>
    <w:rsid w:val="0046593E"/>
    <w:rsid w:val="009C0F0E"/>
    <w:rsid w:val="00AC0FBD"/>
    <w:rsid w:val="00BE04FD"/>
    <w:rsid w:val="00E10346"/>
    <w:rsid w:val="00E7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82E8FB-6663-4198-BC90-05B91918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Century" w:cs="Times New Roman"/>
        <w:sz w:val="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C0F0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9C0F0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9C0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C0F0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9C0F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C0F0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54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kero bam</dc:creator>
  <cp:keywords/>
  <dc:description/>
  <cp:lastModifiedBy>宮岸由紀雄</cp:lastModifiedBy>
  <cp:revision>6</cp:revision>
  <dcterms:created xsi:type="dcterms:W3CDTF">2016-11-29T01:07:00Z</dcterms:created>
  <dcterms:modified xsi:type="dcterms:W3CDTF">2016-10-30T16:42:00Z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1</vt:i4>
  </property>
  <property fmtid="{D5CDD505-2E9C-101B-9397-08002B2CF9AE}" pid="5" name="Layout">
    <vt:i4>1</vt:i4>
  </property>
</Properties>
</file>